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0A1A3C0" w:rsidR="00F862D6" w:rsidRPr="003E6B9A" w:rsidRDefault="00643BE3" w:rsidP="00761090">
            <w:r w:rsidRPr="00643BE3">
              <w:rPr>
                <w:rFonts w:ascii="Helvetica" w:hAnsi="Helvetica"/>
              </w:rPr>
              <w:t>11410/2024-SŽ-SSV-Ú3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B41C71">
        <w:trPr>
          <w:trHeight w:val="62"/>
        </w:trPr>
        <w:tc>
          <w:tcPr>
            <w:tcW w:w="1020" w:type="dxa"/>
          </w:tcPr>
          <w:p w14:paraId="3534520F" w14:textId="77777777" w:rsidR="00F862D6" w:rsidRPr="00B41C71" w:rsidRDefault="00F862D6" w:rsidP="0077673A">
            <w:r w:rsidRPr="00B41C71">
              <w:t>Listů/příloh</w:t>
            </w:r>
          </w:p>
        </w:tc>
        <w:tc>
          <w:tcPr>
            <w:tcW w:w="2552" w:type="dxa"/>
          </w:tcPr>
          <w:p w14:paraId="333CD487" w14:textId="7C6AEDC2" w:rsidR="00F862D6" w:rsidRPr="00B41C71" w:rsidRDefault="00B41C71" w:rsidP="00CC1E2B">
            <w:r w:rsidRPr="00B41C71">
              <w:t>3</w:t>
            </w:r>
            <w:r w:rsidR="003E6B9A" w:rsidRPr="00B41C71">
              <w:t>/</w:t>
            </w:r>
            <w:r w:rsidRPr="00B41C71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DB4FE5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41C71">
              <w:rPr>
                <w:noProof/>
              </w:rPr>
              <w:t>18.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>
            <w:bookmarkStart w:id="1" w:name="_GoBack"/>
            <w:bookmarkEnd w:id="1"/>
          </w:p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3E3E7D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643BE3">
        <w:rPr>
          <w:rFonts w:eastAsia="Times New Roman" w:cs="Times New Roman"/>
          <w:lang w:eastAsia="cs-CZ"/>
        </w:rPr>
        <w:t>5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3B4B2C1" w14:textId="4D8F5E10" w:rsidR="00934DC3" w:rsidRPr="00B12C78" w:rsidRDefault="00BD5319" w:rsidP="00934DC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2A8A9470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6D5585" w14:textId="77777777" w:rsidR="00B41C71" w:rsidRPr="00BD5319" w:rsidRDefault="00B41C71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BB0304" w14:textId="51B490D2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44:</w:t>
      </w:r>
    </w:p>
    <w:p w14:paraId="445A9C71" w14:textId="77777777" w:rsidR="00223835" w:rsidRPr="00223835" w:rsidRDefault="00223835" w:rsidP="00223835">
      <w:pPr>
        <w:tabs>
          <w:tab w:val="left" w:pos="2370"/>
        </w:tabs>
        <w:spacing w:after="0"/>
        <w:rPr>
          <w:rFonts w:asciiTheme="majorHAnsi" w:hAnsiTheme="majorHAnsi"/>
        </w:rPr>
      </w:pPr>
      <w:r w:rsidRPr="00223835">
        <w:rPr>
          <w:rFonts w:asciiTheme="majorHAnsi" w:hAnsiTheme="majorHAnsi"/>
          <w:b/>
        </w:rPr>
        <w:t>SO 22-16-01</w:t>
      </w:r>
      <w:r w:rsidRPr="00223835">
        <w:rPr>
          <w:rFonts w:asciiTheme="majorHAnsi" w:hAnsiTheme="majorHAnsi"/>
        </w:rPr>
        <w:t xml:space="preserve"> pol.54 ŠACHTY KANAL ZE ŽELEZOBET VČET VÝZT NA POTRUBÍ DN DO 400MM – v popisu položky je uvedeno DN DO 400, ve skutečnosti by se mělo jednat o DN 800. Prosíme o úpravu položky.</w:t>
      </w:r>
    </w:p>
    <w:p w14:paraId="1E7E4EED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7D97C97" w14:textId="7A769812" w:rsidR="00396F68" w:rsidRPr="00B41C71" w:rsidRDefault="00223835" w:rsidP="00F10F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8642BF2" w14:textId="10187CE2" w:rsidR="009F7D20" w:rsidRPr="00B41C71" w:rsidRDefault="009F7D20" w:rsidP="009F7D20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 xml:space="preserve">Jedná se o nepochopení názvu položky – šachta </w:t>
      </w:r>
      <w:r w:rsidRPr="00B41C71">
        <w:rPr>
          <w:rFonts w:asciiTheme="majorHAnsi" w:eastAsia="Calibri" w:hAnsiTheme="majorHAnsi" w:cs="Times New Roman"/>
          <w:b/>
          <w:lang w:eastAsia="cs-CZ"/>
        </w:rPr>
        <w:t>na potrubí DN DO 400 MM</w:t>
      </w:r>
      <w:r w:rsidRPr="00B41C71">
        <w:rPr>
          <w:rFonts w:asciiTheme="majorHAnsi" w:eastAsia="Calibri" w:hAnsiTheme="majorHAnsi" w:cs="Times New Roman"/>
          <w:bCs/>
          <w:lang w:eastAsia="cs-CZ"/>
        </w:rPr>
        <w:t>, šachta samotná je dle popisu z tabulky kubatur DN 800.</w:t>
      </w:r>
    </w:p>
    <w:p w14:paraId="1A7B6E26" w14:textId="32B4D2B1" w:rsidR="00223835" w:rsidRPr="00B41C71" w:rsidRDefault="00223835" w:rsidP="0022383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E03965B" w14:textId="77777777" w:rsidR="00B41C71" w:rsidRPr="00223835" w:rsidRDefault="00B41C71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C3D55BD" w14:textId="76101F44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45:</w:t>
      </w:r>
    </w:p>
    <w:p w14:paraId="57A1C23D" w14:textId="77777777" w:rsidR="00223835" w:rsidRPr="00223835" w:rsidRDefault="00223835" w:rsidP="00223835">
      <w:pPr>
        <w:tabs>
          <w:tab w:val="left" w:pos="2370"/>
        </w:tabs>
        <w:spacing w:after="0"/>
        <w:rPr>
          <w:rFonts w:asciiTheme="majorHAnsi" w:hAnsiTheme="majorHAnsi"/>
        </w:rPr>
      </w:pPr>
      <w:r w:rsidRPr="00223835">
        <w:rPr>
          <w:rFonts w:asciiTheme="majorHAnsi" w:hAnsiTheme="majorHAnsi"/>
          <w:b/>
        </w:rPr>
        <w:t>SO 22-16-01</w:t>
      </w:r>
      <w:r w:rsidRPr="00223835">
        <w:rPr>
          <w:rFonts w:asciiTheme="majorHAnsi" w:hAnsiTheme="majorHAnsi"/>
        </w:rPr>
        <w:t xml:space="preserve"> pol.57 VPUSŤ KANALIZAČNÍ HORSKÁ KOMPLETNÍ Z BETON DÍLCŮ – ve výkazu výměr jsou uvedeny 3ks. Z předané dokumentace nejsou zřejmé rozměry a umístění. Prosíme o upřesnění.</w:t>
      </w:r>
    </w:p>
    <w:p w14:paraId="60C2C47F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AF91501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D891A07" w14:textId="45C33F21" w:rsidR="00F10F02" w:rsidRPr="00B41C71" w:rsidRDefault="00F10F02" w:rsidP="00F10F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V dokumentaci vedeno jako horská vpust s lapačem splavenin (značka LS) – rozměry jsou součástí výkresu 2.615.</w:t>
      </w:r>
    </w:p>
    <w:p w14:paraId="7063E6D8" w14:textId="4AAC1AE4" w:rsid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7908401" w14:textId="77777777" w:rsidR="00B41C71" w:rsidRPr="00223835" w:rsidRDefault="00B41C71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39BE601" w14:textId="1CCECDE6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46:</w:t>
      </w:r>
    </w:p>
    <w:p w14:paraId="4B8683EE" w14:textId="77777777" w:rsidR="00223835" w:rsidRPr="00223835" w:rsidRDefault="00223835" w:rsidP="00223835">
      <w:pPr>
        <w:spacing w:after="0"/>
        <w:rPr>
          <w:rFonts w:asciiTheme="majorHAnsi" w:hAnsiTheme="majorHAnsi"/>
        </w:rPr>
      </w:pPr>
      <w:r w:rsidRPr="00223835">
        <w:rPr>
          <w:rFonts w:asciiTheme="majorHAnsi" w:hAnsiTheme="majorHAnsi"/>
          <w:b/>
        </w:rPr>
        <w:t>SO 22-16-01</w:t>
      </w:r>
      <w:r w:rsidRPr="00223835">
        <w:rPr>
          <w:rFonts w:asciiTheme="majorHAnsi" w:hAnsiTheme="majorHAnsi"/>
        </w:rPr>
        <w:t xml:space="preserve"> pol.66 </w:t>
      </w:r>
      <w:r w:rsidRPr="00223835">
        <w:rPr>
          <w:rFonts w:asciiTheme="majorHAnsi" w:eastAsia="Times New Roman" w:hAnsiTheme="majorHAnsi" w:cs="Calibri"/>
          <w:lang w:eastAsia="cs-CZ"/>
        </w:rPr>
        <w:t xml:space="preserve">PŘÍKOPOVÉ ŽLABY Z BETON TVÁRNIC ŠÍŘ DO 1200MM DO BETONU TL 100MM </w:t>
      </w:r>
      <w:r w:rsidRPr="00223835">
        <w:rPr>
          <w:rFonts w:asciiTheme="majorHAnsi" w:hAnsiTheme="majorHAnsi"/>
        </w:rPr>
        <w:t>– dle popisu položky, jsou v položce zahrnuty jak žlaby TZZ3 a TZZ5, tak „</w:t>
      </w:r>
      <w:proofErr w:type="spellStart"/>
      <w:r w:rsidRPr="00223835">
        <w:rPr>
          <w:rFonts w:asciiTheme="majorHAnsi" w:hAnsiTheme="majorHAnsi"/>
        </w:rPr>
        <w:t>přídlažba</w:t>
      </w:r>
      <w:proofErr w:type="spellEnd"/>
      <w:r w:rsidRPr="00223835">
        <w:rPr>
          <w:rFonts w:asciiTheme="majorHAnsi" w:hAnsiTheme="majorHAnsi"/>
        </w:rPr>
        <w:t>“. Žádáme o rozdělení položky na „</w:t>
      </w:r>
      <w:proofErr w:type="spellStart"/>
      <w:r w:rsidRPr="00223835">
        <w:rPr>
          <w:rFonts w:asciiTheme="majorHAnsi" w:hAnsiTheme="majorHAnsi"/>
        </w:rPr>
        <w:t>přídlažbu</w:t>
      </w:r>
      <w:proofErr w:type="spellEnd"/>
      <w:r w:rsidRPr="00223835">
        <w:rPr>
          <w:rFonts w:asciiTheme="majorHAnsi" w:hAnsiTheme="majorHAnsi"/>
        </w:rPr>
        <w:t>“ a žlaby.</w:t>
      </w:r>
    </w:p>
    <w:p w14:paraId="22DB4B65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24A9D1C" w14:textId="167BA140" w:rsidR="00223835" w:rsidRPr="00B12C78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3546790" w14:textId="77777777" w:rsidR="00F10F02" w:rsidRPr="00B41C71" w:rsidRDefault="00F10F02" w:rsidP="00F10F0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41C71">
        <w:rPr>
          <w:rFonts w:ascii="Segoe UI" w:hAnsi="Segoe UI" w:cs="Segoe UI"/>
          <w:sz w:val="20"/>
          <w:szCs w:val="20"/>
          <w:shd w:val="clear" w:color="auto" w:fill="FFFFFF"/>
        </w:rPr>
        <w:t xml:space="preserve">Pro příložné betonové desky 600 x 80 mm v délce 915 </w:t>
      </w:r>
      <w:proofErr w:type="spellStart"/>
      <w:r w:rsidRPr="00B41C71">
        <w:rPr>
          <w:rFonts w:ascii="Segoe UI" w:hAnsi="Segoe UI" w:cs="Segoe UI"/>
          <w:sz w:val="20"/>
          <w:szCs w:val="20"/>
          <w:shd w:val="clear" w:color="auto" w:fill="FFFFFF"/>
        </w:rPr>
        <w:t>bm</w:t>
      </w:r>
      <w:proofErr w:type="spellEnd"/>
      <w:r w:rsidRPr="00B41C71">
        <w:rPr>
          <w:rFonts w:ascii="Segoe UI" w:hAnsi="Segoe UI" w:cs="Segoe UI"/>
          <w:sz w:val="20"/>
          <w:szCs w:val="20"/>
          <w:shd w:val="clear" w:color="auto" w:fill="FFFFFF"/>
        </w:rPr>
        <w:t xml:space="preserve"> k příkopovým žlabům byla doplněna nová položka 935842 ŽLABY A RIGOLY DLÁŽDĚNÉ Z BETONOVÝCH DLAŽDIC DO BETONU TL 100MM M2 s výměrou 915*0,6=549 m2. Výměra v pol.66 byla upravena.</w:t>
      </w:r>
    </w:p>
    <w:p w14:paraId="5AE129AF" w14:textId="0E24F8C7" w:rsidR="00F10F02" w:rsidRDefault="00F10F02" w:rsidP="00F10F0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B6898AD" w14:textId="77777777" w:rsidR="00B41C71" w:rsidRPr="00223835" w:rsidRDefault="00B41C71" w:rsidP="00F10F0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C6B3270" w14:textId="3AA3B492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47:</w:t>
      </w:r>
    </w:p>
    <w:p w14:paraId="09E8D086" w14:textId="77777777" w:rsidR="00223835" w:rsidRPr="00223835" w:rsidRDefault="00223835" w:rsidP="00223835">
      <w:pPr>
        <w:spacing w:after="0"/>
        <w:rPr>
          <w:rFonts w:asciiTheme="majorHAnsi" w:eastAsia="Times New Roman" w:hAnsiTheme="majorHAnsi" w:cs="Calibri"/>
          <w:lang w:eastAsia="cs-CZ"/>
        </w:rPr>
      </w:pPr>
      <w:r w:rsidRPr="00223835">
        <w:rPr>
          <w:rFonts w:asciiTheme="majorHAnsi" w:hAnsiTheme="majorHAnsi"/>
          <w:b/>
        </w:rPr>
        <w:t>SO 22-16-02</w:t>
      </w:r>
      <w:r w:rsidRPr="00223835">
        <w:rPr>
          <w:rFonts w:asciiTheme="majorHAnsi" w:hAnsiTheme="majorHAnsi"/>
        </w:rPr>
        <w:t xml:space="preserve"> pol.11 KABELOVÝ ŽLAB PREFABRIKOVANÝ JEDNOKOMOROVÝ VČETNĚ KRYTU – žádáme o upřesnění rozměrů, které z předané dokumentace nejsou zřejmé.</w:t>
      </w:r>
    </w:p>
    <w:p w14:paraId="7BB9BCFB" w14:textId="77777777" w:rsidR="00B41C71" w:rsidRDefault="00B41C71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5C13923" w14:textId="36B5E909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76030014" w14:textId="6E59BEB6" w:rsidR="00F10F02" w:rsidRPr="00B41C71" w:rsidRDefault="00F10F02" w:rsidP="00F10F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Kabelové žlaby jsou součástí systémového řešení nástupiště a závisí tedy na konkrétním dodavateli např. š. 480 mm, v. 350 mm, dl. max. 10 m.</w:t>
      </w:r>
    </w:p>
    <w:p w14:paraId="00FBCA30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6884198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44939DD" w14:textId="4EDD660B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48:</w:t>
      </w:r>
    </w:p>
    <w:p w14:paraId="2EB04C0F" w14:textId="77777777" w:rsidR="00223835" w:rsidRPr="00223835" w:rsidRDefault="00223835" w:rsidP="00223835">
      <w:pPr>
        <w:spacing w:after="0"/>
        <w:rPr>
          <w:rFonts w:asciiTheme="majorHAnsi" w:hAnsiTheme="majorHAnsi"/>
        </w:rPr>
      </w:pPr>
      <w:r w:rsidRPr="00223835">
        <w:rPr>
          <w:rFonts w:asciiTheme="majorHAnsi" w:hAnsiTheme="majorHAnsi"/>
          <w:b/>
        </w:rPr>
        <w:t>SO 22-16-02</w:t>
      </w:r>
      <w:r w:rsidRPr="00223835">
        <w:rPr>
          <w:rFonts w:asciiTheme="majorHAnsi" w:hAnsiTheme="majorHAnsi"/>
        </w:rPr>
        <w:t xml:space="preserve"> pol.12 KABELOVÝ ŽLAB PREFABRIKOVANÝ DVOUKOMOROVÝ VČETNĚ KRYTU – žádáme o upřesnění rozměrů, které z předané dokumentace nejsou zřejmé.</w:t>
      </w:r>
    </w:p>
    <w:p w14:paraId="00A8FBFE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DD7E7CF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0716903" w14:textId="03F63146" w:rsidR="00F10F02" w:rsidRPr="00B41C71" w:rsidRDefault="00F10F02" w:rsidP="00F10F0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Kabelové žlaby jsou součástí systémového řešení nástupiště a závisí tedy na konkrétním dodavateli např. š. 620 mm, v. 350 mm, dl. max. 10 m.</w:t>
      </w:r>
    </w:p>
    <w:p w14:paraId="657FE7D4" w14:textId="1F93EAA9" w:rsid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89E2A71" w14:textId="77777777" w:rsidR="00B41C71" w:rsidRPr="00223835" w:rsidRDefault="00B41C71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6ED9CBC" w14:textId="0F34CA84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49:</w:t>
      </w:r>
    </w:p>
    <w:p w14:paraId="2EAFADA3" w14:textId="77777777" w:rsidR="00223835" w:rsidRPr="00223835" w:rsidRDefault="00223835" w:rsidP="00223835">
      <w:pPr>
        <w:spacing w:after="0"/>
        <w:rPr>
          <w:rFonts w:asciiTheme="majorHAnsi" w:hAnsiTheme="majorHAnsi"/>
        </w:rPr>
      </w:pPr>
      <w:r w:rsidRPr="00223835">
        <w:rPr>
          <w:rFonts w:asciiTheme="majorHAnsi" w:hAnsiTheme="majorHAnsi"/>
          <w:b/>
        </w:rPr>
        <w:t>SO 22-16-03</w:t>
      </w:r>
      <w:r w:rsidRPr="00223835">
        <w:rPr>
          <w:rFonts w:asciiTheme="majorHAnsi" w:hAnsiTheme="majorHAnsi"/>
        </w:rPr>
        <w:t xml:space="preserve"> pol.11 KABELOVÝ ŽLAB PREFABRIKOVANÝ JEDNOKOMOROVÝ VČETNĚ KRYTU – žádáme o upřesnění rozměrů, které z předané dokumentace nejsou zřejmé.</w:t>
      </w:r>
    </w:p>
    <w:p w14:paraId="43D1B56C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F29B7B7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17D444C" w14:textId="018AFACD" w:rsidR="00223835" w:rsidRPr="00B41C71" w:rsidRDefault="00834B93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Navržený žlab je rozměru 0,48 x 0,35 m. Jedná se o systémový díl pro nástupiště mostového typu</w:t>
      </w:r>
      <w:r w:rsidR="00B41C71" w:rsidRPr="00B41C71">
        <w:rPr>
          <w:rFonts w:asciiTheme="majorHAnsi" w:eastAsia="Calibri" w:hAnsiTheme="majorHAnsi" w:cs="Times New Roman"/>
          <w:bCs/>
          <w:lang w:eastAsia="cs-CZ"/>
        </w:rPr>
        <w:t>.</w:t>
      </w:r>
    </w:p>
    <w:p w14:paraId="25DD2EB6" w14:textId="36CEEABF" w:rsid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B1075FB" w14:textId="77777777" w:rsidR="00B41C71" w:rsidRPr="00223835" w:rsidRDefault="00B41C71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DB1CFCE" w14:textId="0A14CF32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50:</w:t>
      </w:r>
    </w:p>
    <w:p w14:paraId="6D8F2D79" w14:textId="77777777" w:rsidR="00223835" w:rsidRPr="00223835" w:rsidRDefault="00223835" w:rsidP="00223835">
      <w:pPr>
        <w:spacing w:after="0"/>
        <w:rPr>
          <w:rFonts w:asciiTheme="majorHAnsi" w:eastAsia="Times New Roman" w:hAnsiTheme="majorHAnsi" w:cs="Calibri"/>
          <w:lang w:eastAsia="cs-CZ"/>
        </w:rPr>
      </w:pPr>
      <w:r w:rsidRPr="00223835">
        <w:rPr>
          <w:rFonts w:asciiTheme="majorHAnsi" w:hAnsiTheme="majorHAnsi"/>
          <w:b/>
        </w:rPr>
        <w:t>SO 22-16-03</w:t>
      </w:r>
      <w:r w:rsidRPr="00223835">
        <w:rPr>
          <w:rFonts w:asciiTheme="majorHAnsi" w:hAnsiTheme="majorHAnsi"/>
        </w:rPr>
        <w:t xml:space="preserve"> pol.12 KABELOVÝ ŽLAB PREFABRIKOVANÝ DVOUKOMOROVÝ VČETNĚ KRYTU – žádáme o upřesnění rozměrů, které z předané dokumentace nejsou zřejmé.</w:t>
      </w:r>
    </w:p>
    <w:p w14:paraId="41D38A72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B730DF4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74EE2DE" w14:textId="52777078" w:rsidR="00223835" w:rsidRPr="00B41C71" w:rsidRDefault="00834B93" w:rsidP="00223835">
      <w:pPr>
        <w:spacing w:after="0"/>
        <w:rPr>
          <w:rFonts w:asciiTheme="majorHAnsi" w:hAnsiTheme="majorHAnsi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Navržený žlab je rozměru 0,62 x 0,35 m. Jedná se o systémový díl pro nástupiště mostového typu.</w:t>
      </w:r>
    </w:p>
    <w:p w14:paraId="1082B5AA" w14:textId="4BC42B11" w:rsidR="00223835" w:rsidRDefault="00223835" w:rsidP="00223835">
      <w:pPr>
        <w:spacing w:after="0"/>
        <w:rPr>
          <w:rFonts w:asciiTheme="majorHAnsi" w:hAnsiTheme="majorHAnsi"/>
        </w:rPr>
      </w:pPr>
    </w:p>
    <w:p w14:paraId="3FB5058A" w14:textId="77777777" w:rsidR="00B41C71" w:rsidRPr="00223835" w:rsidRDefault="00B41C71" w:rsidP="00223835">
      <w:pPr>
        <w:spacing w:after="0"/>
        <w:rPr>
          <w:rFonts w:asciiTheme="majorHAnsi" w:hAnsiTheme="majorHAnsi"/>
        </w:rPr>
      </w:pPr>
    </w:p>
    <w:p w14:paraId="287F6626" w14:textId="021B79D8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51:</w:t>
      </w:r>
    </w:p>
    <w:p w14:paraId="5CB9379D" w14:textId="77777777" w:rsidR="00223835" w:rsidRPr="00223835" w:rsidRDefault="00223835" w:rsidP="00223835">
      <w:pPr>
        <w:spacing w:after="0"/>
        <w:rPr>
          <w:rFonts w:asciiTheme="majorHAnsi" w:eastAsia="Times New Roman" w:hAnsiTheme="majorHAnsi" w:cs="Calibri"/>
          <w:lang w:eastAsia="cs-CZ"/>
        </w:rPr>
      </w:pPr>
      <w:r w:rsidRPr="00223835">
        <w:rPr>
          <w:rFonts w:asciiTheme="majorHAnsi" w:hAnsiTheme="majorHAnsi"/>
          <w:b/>
        </w:rPr>
        <w:t>SO 22-15-02</w:t>
      </w:r>
      <w:r w:rsidRPr="00223835">
        <w:rPr>
          <w:rFonts w:asciiTheme="majorHAnsi" w:hAnsiTheme="majorHAnsi"/>
        </w:rPr>
        <w:t xml:space="preserve"> – V rozpočtu chybí položka </w:t>
      </w:r>
      <w:r w:rsidRPr="00223835">
        <w:rPr>
          <w:rFonts w:asciiTheme="majorHAnsi" w:eastAsia="Times New Roman" w:hAnsiTheme="majorHAnsi" w:cs="Calibri"/>
          <w:lang w:eastAsia="cs-CZ"/>
        </w:rPr>
        <w:t>SILNIČNÍ A CHODNÍKOVÉ OBRUBY Z BETONOVÝCH OBRUBNÍKŮ ŠÍŘ 100MM pro zřízení obrubníků u úniku PHS. Prosíme o doplnění.</w:t>
      </w:r>
    </w:p>
    <w:p w14:paraId="23F63658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78F82CB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4288AE1" w14:textId="2C06AA4F" w:rsidR="005016B5" w:rsidRPr="00B41C71" w:rsidRDefault="005016B5" w:rsidP="005016B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 xml:space="preserve">Soupis prací objektu SO 22-15-02 </w:t>
      </w:r>
      <w:r w:rsidR="007308A0" w:rsidRPr="00B41C71">
        <w:rPr>
          <w:rFonts w:asciiTheme="majorHAnsi" w:eastAsia="Calibri" w:hAnsiTheme="majorHAnsi" w:cs="Times New Roman"/>
          <w:bCs/>
          <w:lang w:eastAsia="cs-CZ"/>
        </w:rPr>
        <w:t>byl</w:t>
      </w:r>
      <w:r w:rsidRPr="00B41C71">
        <w:rPr>
          <w:rFonts w:asciiTheme="majorHAnsi" w:eastAsia="Calibri" w:hAnsiTheme="majorHAnsi" w:cs="Times New Roman"/>
          <w:bCs/>
          <w:lang w:eastAsia="cs-CZ"/>
        </w:rPr>
        <w:t xml:space="preserve"> opraven. Byla přidána položka s pořadovým číslem 35 (917223- SILNIČNÍ A CHODNÍKOVÉ OBRUBY Z BETONOVÝCH OBRUBNÍKŮ ŠÍŘ 100MM)).</w:t>
      </w:r>
    </w:p>
    <w:p w14:paraId="4D6F767A" w14:textId="1EA266B0" w:rsid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74A2276" w14:textId="77777777" w:rsidR="00B41C71" w:rsidRPr="00223835" w:rsidRDefault="00B41C71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820FF8F" w14:textId="215C3650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52:</w:t>
      </w:r>
    </w:p>
    <w:p w14:paraId="6D16F12B" w14:textId="77777777" w:rsidR="00223835" w:rsidRPr="00223835" w:rsidRDefault="00223835" w:rsidP="00223835">
      <w:pPr>
        <w:spacing w:after="0"/>
        <w:rPr>
          <w:rFonts w:asciiTheme="majorHAnsi" w:eastAsia="Times New Roman" w:hAnsiTheme="majorHAnsi" w:cs="Calibri"/>
          <w:lang w:eastAsia="cs-CZ"/>
        </w:rPr>
      </w:pPr>
      <w:r w:rsidRPr="00223835">
        <w:rPr>
          <w:rFonts w:asciiTheme="majorHAnsi" w:eastAsia="Times New Roman" w:hAnsiTheme="majorHAnsi" w:cs="Calibri"/>
          <w:b/>
          <w:lang w:eastAsia="cs-CZ"/>
        </w:rPr>
        <w:t>SO 22-15-03</w:t>
      </w:r>
      <w:r w:rsidRPr="00223835">
        <w:rPr>
          <w:rFonts w:asciiTheme="majorHAnsi" w:eastAsia="Times New Roman" w:hAnsiTheme="majorHAnsi" w:cs="Calibri"/>
          <w:lang w:eastAsia="cs-CZ"/>
        </w:rPr>
        <w:t xml:space="preserve"> – pol.12 ZÁKLADY Z PROSTÉHO BETONU DO C16/20 – domníváme se, že by položka měla být ŽELEZOBETON. Prosíme o prověření a případnou úpravu</w:t>
      </w:r>
    </w:p>
    <w:p w14:paraId="4E3FA2F0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95F023A" w14:textId="1FE5E21A" w:rsidR="00423388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1A3D592" w14:textId="77777777" w:rsidR="00B41C71" w:rsidRDefault="00423388" w:rsidP="00965407">
      <w:pPr>
        <w:tabs>
          <w:tab w:val="center" w:pos="7371"/>
        </w:tabs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 xml:space="preserve">Soupis prací objektu SO 22-15-03 </w:t>
      </w:r>
      <w:r w:rsidR="007308A0" w:rsidRPr="00B41C71">
        <w:rPr>
          <w:rFonts w:asciiTheme="majorHAnsi" w:eastAsia="Calibri" w:hAnsiTheme="majorHAnsi" w:cs="Times New Roman"/>
          <w:bCs/>
          <w:lang w:eastAsia="cs-CZ"/>
        </w:rPr>
        <w:t>byl</w:t>
      </w:r>
      <w:r w:rsidRPr="00B41C71">
        <w:rPr>
          <w:rFonts w:asciiTheme="majorHAnsi" w:eastAsia="Calibri" w:hAnsiTheme="majorHAnsi" w:cs="Times New Roman"/>
          <w:bCs/>
          <w:lang w:eastAsia="cs-CZ"/>
        </w:rPr>
        <w:t xml:space="preserve"> opraven. </w:t>
      </w:r>
      <w:r w:rsidR="00673BB7" w:rsidRPr="00B41C71">
        <w:rPr>
          <w:rFonts w:asciiTheme="majorHAnsi" w:eastAsia="Calibri" w:hAnsiTheme="majorHAnsi" w:cs="Times New Roman"/>
          <w:bCs/>
          <w:lang w:eastAsia="cs-CZ"/>
        </w:rPr>
        <w:t>Byla přidána položka s pořadovým číslem 37 (272324- ZÁKLADY ZE ŽELEZOBETONU DO C25/30).</w:t>
      </w:r>
      <w:r w:rsidR="001440AB" w:rsidRPr="00B41C71">
        <w:rPr>
          <w:rFonts w:asciiTheme="majorHAnsi" w:eastAsia="Calibri" w:hAnsiTheme="majorHAnsi" w:cs="Times New Roman"/>
          <w:bCs/>
          <w:lang w:eastAsia="cs-CZ"/>
        </w:rPr>
        <w:t xml:space="preserve"> </w:t>
      </w:r>
    </w:p>
    <w:p w14:paraId="4E8F7946" w14:textId="5218EF5E" w:rsidR="00965407" w:rsidRPr="00B41C71" w:rsidRDefault="001440AB" w:rsidP="0096540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Přikládáme opravenou přílohu</w:t>
      </w:r>
      <w:r w:rsidR="00965407" w:rsidRPr="00B41C71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965407" w:rsidRPr="00B41C71">
        <w:rPr>
          <w:rFonts w:eastAsia="Calibri" w:cs="Times New Roman"/>
          <w:lang w:eastAsia="cs-CZ"/>
        </w:rPr>
        <w:t>D_2_1_10_SO221503_2.032.pdf</w:t>
      </w:r>
    </w:p>
    <w:p w14:paraId="1C0E3B54" w14:textId="712C63B8" w:rsidR="00423388" w:rsidRPr="00423388" w:rsidRDefault="00423388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5CBCF18" w14:textId="77777777" w:rsidR="00781DE4" w:rsidRPr="00223835" w:rsidRDefault="00781DE4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EFADA47" w14:textId="2EB6FC33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>Dotaz č. 53:</w:t>
      </w:r>
    </w:p>
    <w:p w14:paraId="6894981A" w14:textId="35D985AE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  <w:r w:rsidRPr="00223835">
        <w:rPr>
          <w:rFonts w:asciiTheme="majorHAnsi" w:eastAsia="Times New Roman" w:hAnsiTheme="majorHAnsi" w:cs="Calibri"/>
          <w:b/>
          <w:lang w:eastAsia="cs-CZ"/>
        </w:rPr>
        <w:t>SO 22-15-04</w:t>
      </w:r>
      <w:r w:rsidRPr="00223835">
        <w:rPr>
          <w:rFonts w:asciiTheme="majorHAnsi" w:eastAsia="Times New Roman" w:hAnsiTheme="majorHAnsi" w:cs="Calibri"/>
          <w:lang w:eastAsia="cs-CZ"/>
        </w:rPr>
        <w:t xml:space="preserve"> – pol.35 OPĚRNÁ ZÍDKA Z BETONOVÝCH PALISÁD, D+M komplet – žádáme o doplnění specifikace palisád.</w:t>
      </w:r>
    </w:p>
    <w:p w14:paraId="279C1422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9BD2B67" w14:textId="77777777" w:rsidR="00223835" w:rsidRPr="00223835" w:rsidRDefault="00223835" w:rsidP="0022383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2383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A192B81" w14:textId="2A3F0C6F" w:rsidR="00781DE4" w:rsidRPr="00B41C71" w:rsidRDefault="00781DE4" w:rsidP="00781DE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B41C71">
        <w:rPr>
          <w:rFonts w:asciiTheme="majorHAnsi" w:eastAsia="Calibri" w:hAnsiTheme="majorHAnsi" w:cs="Times New Roman"/>
          <w:bCs/>
          <w:lang w:eastAsia="cs-CZ"/>
        </w:rPr>
        <w:t>V projektu je uvažována palisáda o velikosti 120x165x1200 mm (š, d, v).</w:t>
      </w:r>
    </w:p>
    <w:p w14:paraId="3B2AD45F" w14:textId="75220AFD" w:rsidR="00223835" w:rsidRDefault="0022383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B41C71">
      <w:pPr>
        <w:spacing w:after="0" w:line="240" w:lineRule="auto"/>
        <w:rPr>
          <w:rFonts w:eastAsia="Times New Roman" w:cs="Times New Roman"/>
          <w:lang w:eastAsia="cs-CZ"/>
        </w:rPr>
      </w:pPr>
    </w:p>
    <w:p w14:paraId="36353B3D" w14:textId="438D9B46" w:rsidR="00664163" w:rsidRPr="00B41C71" w:rsidRDefault="00664163" w:rsidP="00B41C7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B41C71">
        <w:rPr>
          <w:rFonts w:eastAsia="Times New Roman" w:cs="Times New Roman"/>
          <w:lang w:eastAsia="cs-CZ"/>
        </w:rPr>
        <w:t xml:space="preserve">dne </w:t>
      </w:r>
      <w:r w:rsidR="00B41C71" w:rsidRPr="00B41C71">
        <w:rPr>
          <w:rFonts w:eastAsia="Times New Roman" w:cs="Times New Roman"/>
          <w:lang w:eastAsia="cs-CZ"/>
        </w:rPr>
        <w:t>12. 11. 2024</w:t>
      </w:r>
      <w:r w:rsidRPr="00B41C71">
        <w:rPr>
          <w:rFonts w:eastAsia="Times New Roman" w:cs="Times New Roman"/>
          <w:lang w:eastAsia="cs-CZ"/>
        </w:rPr>
        <w:t xml:space="preserve"> na den </w:t>
      </w:r>
      <w:r w:rsidR="00B41C71" w:rsidRPr="00B41C71">
        <w:rPr>
          <w:rFonts w:eastAsia="Times New Roman" w:cs="Times New Roman"/>
          <w:b/>
          <w:lang w:eastAsia="cs-CZ"/>
        </w:rPr>
        <w:t>13. 11. 2024</w:t>
      </w:r>
      <w:r w:rsidRPr="00B41C71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18AB88" w14:textId="43BA71E9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2679CE">
        <w:rPr>
          <w:rFonts w:eastAsia="Times New Roman" w:cs="Times New Roman"/>
          <w:lang w:eastAsia="cs-CZ"/>
        </w:rPr>
        <w:t xml:space="preserve">VZ: </w:t>
      </w:r>
      <w:r w:rsidR="002679CE" w:rsidRPr="002679CE">
        <w:rPr>
          <w:rFonts w:eastAsia="Times New Roman" w:cs="Times New Roman"/>
          <w:lang w:eastAsia="cs-CZ"/>
        </w:rPr>
        <w:t>Z2024-047248</w:t>
      </w:r>
      <w:r w:rsidRPr="002679CE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1289B2D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B41C71">
        <w:rPr>
          <w:rFonts w:eastAsia="Times New Roman" w:cs="Times New Roman"/>
          <w:lang w:eastAsia="cs-CZ"/>
        </w:rPr>
        <w:t xml:space="preserve">datum </w:t>
      </w:r>
      <w:r w:rsidR="00B41C71" w:rsidRPr="00B41C71">
        <w:rPr>
          <w:rFonts w:eastAsia="Times New Roman" w:cs="Times New Roman"/>
          <w:lang w:eastAsia="cs-CZ"/>
        </w:rPr>
        <w:t>12.11.2024</w:t>
      </w:r>
      <w:r w:rsidRPr="00B41C71">
        <w:rPr>
          <w:rFonts w:eastAsia="Times New Roman" w:cs="Times New Roman"/>
          <w:lang w:eastAsia="cs-CZ"/>
        </w:rPr>
        <w:t xml:space="preserve"> a </w:t>
      </w:r>
      <w:r w:rsidRPr="00B41C71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B41C71" w:rsidRPr="00B41C71">
        <w:rPr>
          <w:rFonts w:eastAsia="Times New Roman" w:cs="Times New Roman"/>
          <w:b/>
          <w:bCs/>
          <w:color w:val="000000" w:themeColor="text1"/>
          <w:lang w:eastAsia="cs-CZ"/>
        </w:rPr>
        <w:t>13.11.2024</w:t>
      </w:r>
      <w:r w:rsidRPr="00B41C71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02EF5D7" w14:textId="77777777" w:rsidR="00965407" w:rsidRPr="00B41C7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41C71">
        <w:rPr>
          <w:rFonts w:eastAsia="Calibri" w:cs="Times New Roman"/>
          <w:b/>
          <w:bCs/>
          <w:lang w:eastAsia="cs-CZ"/>
        </w:rPr>
        <w:t xml:space="preserve">Příloha: </w:t>
      </w:r>
    </w:p>
    <w:p w14:paraId="35D7DDE8" w14:textId="5108F86B" w:rsidR="00664163" w:rsidRPr="00B41C71" w:rsidRDefault="00965407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B41C71">
        <w:rPr>
          <w:rFonts w:eastAsia="Calibri" w:cs="Times New Roman"/>
          <w:lang w:eastAsia="cs-CZ"/>
        </w:rPr>
        <w:t>D_2_1_10_SO221503_2.032.pdf</w:t>
      </w:r>
    </w:p>
    <w:p w14:paraId="6C3250D8" w14:textId="5F6992AE" w:rsidR="00965407" w:rsidRPr="00B41C71" w:rsidRDefault="00965407" w:rsidP="0096540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41C71">
        <w:rPr>
          <w:rFonts w:eastAsia="Calibri" w:cs="Times New Roman"/>
          <w:bCs/>
          <w:lang w:eastAsia="cs-CZ"/>
        </w:rPr>
        <w:t>XDC-Brno-Prerov-4-zm05-20241018.xml</w:t>
      </w:r>
    </w:p>
    <w:p w14:paraId="61547291" w14:textId="09956DCF" w:rsidR="00965407" w:rsidRPr="00B41C71" w:rsidRDefault="00965407" w:rsidP="0096540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41C71">
        <w:rPr>
          <w:rFonts w:eastAsia="Calibri" w:cs="Times New Roman"/>
          <w:bCs/>
          <w:lang w:eastAsia="cs-CZ"/>
        </w:rPr>
        <w:t>XLS-Brno-Prerov-4-zm05-20241018.xlsx</w:t>
      </w:r>
    </w:p>
    <w:p w14:paraId="37F870B7" w14:textId="77777777" w:rsidR="00965407" w:rsidRPr="00B41C71" w:rsidRDefault="00965407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B41C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41C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F183BFF" w:rsidR="00664163" w:rsidRPr="00B41C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41C71">
        <w:rPr>
          <w:rFonts w:eastAsia="Calibri" w:cs="Times New Roman"/>
          <w:lang w:eastAsia="cs-CZ"/>
        </w:rPr>
        <w:t xml:space="preserve">V Olomouci dne </w:t>
      </w:r>
      <w:r w:rsidR="00B41C71" w:rsidRPr="00B41C71">
        <w:rPr>
          <w:rFonts w:eastAsia="Calibri" w:cs="Times New Roman"/>
          <w:lang w:eastAsia="cs-CZ"/>
        </w:rPr>
        <w:t>18. 11. 2024</w:t>
      </w:r>
    </w:p>
    <w:p w14:paraId="5586027C" w14:textId="77777777" w:rsidR="00664163" w:rsidRPr="00B41C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322CD690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D302EC5" w14:textId="25451583" w:rsidR="00B41C71" w:rsidRDefault="00B41C7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6570367" w14:textId="77777777" w:rsidR="00B41C71" w:rsidRDefault="00B41C7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8F97CBD" w14:textId="77777777" w:rsidR="00B41C71" w:rsidRPr="00B41C71" w:rsidRDefault="00B41C7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41C7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41C71">
        <w:rPr>
          <w:rFonts w:eastAsia="Times New Roman" w:cs="Times New Roman"/>
          <w:b/>
          <w:bCs/>
          <w:lang w:eastAsia="cs-CZ"/>
        </w:rPr>
        <w:t>Ing. Miroslav Bocák</w:t>
      </w:r>
      <w:r w:rsidRPr="00B41C7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41C7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41C71">
        <w:rPr>
          <w:rFonts w:eastAsia="Times New Roman" w:cs="Times New Roman"/>
          <w:lang w:eastAsia="cs-CZ"/>
        </w:rPr>
        <w:t>ředitel organizační jednotky</w:t>
      </w:r>
      <w:r w:rsidRPr="00B41C71">
        <w:rPr>
          <w:rFonts w:eastAsia="Times New Roman" w:cs="Times New Roman"/>
          <w:lang w:eastAsia="cs-CZ"/>
        </w:rPr>
        <w:tab/>
      </w:r>
    </w:p>
    <w:p w14:paraId="5DEDC136" w14:textId="77777777" w:rsidR="00664163" w:rsidRPr="00B41C7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41C7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41C71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080C5" w14:textId="77777777" w:rsidR="0047437B" w:rsidRDefault="0047437B" w:rsidP="00962258">
      <w:pPr>
        <w:spacing w:after="0" w:line="240" w:lineRule="auto"/>
      </w:pPr>
      <w:r>
        <w:separator/>
      </w:r>
    </w:p>
  </w:endnote>
  <w:endnote w:type="continuationSeparator" w:id="0">
    <w:p w14:paraId="3F1791F0" w14:textId="77777777" w:rsidR="0047437B" w:rsidRDefault="004743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0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0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40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0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45E24" w14:textId="77777777" w:rsidR="0047437B" w:rsidRDefault="0047437B" w:rsidP="00962258">
      <w:pPr>
        <w:spacing w:after="0" w:line="240" w:lineRule="auto"/>
      </w:pPr>
      <w:r>
        <w:separator/>
      </w:r>
    </w:p>
  </w:footnote>
  <w:footnote w:type="continuationSeparator" w:id="0">
    <w:p w14:paraId="5AC684A8" w14:textId="77777777" w:rsidR="0047437B" w:rsidRDefault="004743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4E58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10612C"/>
    <w:rsid w:val="00114472"/>
    <w:rsid w:val="001267E4"/>
    <w:rsid w:val="001376E2"/>
    <w:rsid w:val="001440AB"/>
    <w:rsid w:val="00146EF8"/>
    <w:rsid w:val="00170EC5"/>
    <w:rsid w:val="001747C1"/>
    <w:rsid w:val="0018596A"/>
    <w:rsid w:val="001B69C2"/>
    <w:rsid w:val="001C4DA0"/>
    <w:rsid w:val="00207DF5"/>
    <w:rsid w:val="00223835"/>
    <w:rsid w:val="00267369"/>
    <w:rsid w:val="0026785D"/>
    <w:rsid w:val="002679CE"/>
    <w:rsid w:val="00273CE2"/>
    <w:rsid w:val="00277884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96F68"/>
    <w:rsid w:val="003E6B9A"/>
    <w:rsid w:val="003E75CE"/>
    <w:rsid w:val="0041380F"/>
    <w:rsid w:val="00423388"/>
    <w:rsid w:val="00450F07"/>
    <w:rsid w:val="00453CD3"/>
    <w:rsid w:val="00455BC7"/>
    <w:rsid w:val="00460660"/>
    <w:rsid w:val="00460CCB"/>
    <w:rsid w:val="0047437B"/>
    <w:rsid w:val="00477370"/>
    <w:rsid w:val="00486107"/>
    <w:rsid w:val="00491827"/>
    <w:rsid w:val="004926B0"/>
    <w:rsid w:val="004A0F75"/>
    <w:rsid w:val="004A7C69"/>
    <w:rsid w:val="004B546F"/>
    <w:rsid w:val="004C4399"/>
    <w:rsid w:val="004C69ED"/>
    <w:rsid w:val="004C787C"/>
    <w:rsid w:val="004F4B9B"/>
    <w:rsid w:val="00501654"/>
    <w:rsid w:val="005016B5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43BE3"/>
    <w:rsid w:val="00660AD3"/>
    <w:rsid w:val="00664163"/>
    <w:rsid w:val="00673BB7"/>
    <w:rsid w:val="006823AF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08A0"/>
    <w:rsid w:val="00735ED4"/>
    <w:rsid w:val="00743525"/>
    <w:rsid w:val="007531A0"/>
    <w:rsid w:val="00753DC9"/>
    <w:rsid w:val="007542B4"/>
    <w:rsid w:val="00761090"/>
    <w:rsid w:val="0076286B"/>
    <w:rsid w:val="00764595"/>
    <w:rsid w:val="00766846"/>
    <w:rsid w:val="0077673A"/>
    <w:rsid w:val="00781DE4"/>
    <w:rsid w:val="007846E1"/>
    <w:rsid w:val="007A0EFE"/>
    <w:rsid w:val="007B570C"/>
    <w:rsid w:val="007E4A6E"/>
    <w:rsid w:val="007F56A7"/>
    <w:rsid w:val="007F626E"/>
    <w:rsid w:val="00807DD0"/>
    <w:rsid w:val="00813F11"/>
    <w:rsid w:val="00834B93"/>
    <w:rsid w:val="00842C9B"/>
    <w:rsid w:val="008841FB"/>
    <w:rsid w:val="0088472C"/>
    <w:rsid w:val="00891334"/>
    <w:rsid w:val="008A3568"/>
    <w:rsid w:val="008D03B9"/>
    <w:rsid w:val="008F0E87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00ED"/>
    <w:rsid w:val="00962258"/>
    <w:rsid w:val="00965407"/>
    <w:rsid w:val="009678B7"/>
    <w:rsid w:val="00982411"/>
    <w:rsid w:val="00992D9C"/>
    <w:rsid w:val="00996CB8"/>
    <w:rsid w:val="009A46FD"/>
    <w:rsid w:val="009A7568"/>
    <w:rsid w:val="009B1460"/>
    <w:rsid w:val="009B224C"/>
    <w:rsid w:val="009B2E97"/>
    <w:rsid w:val="009B3C69"/>
    <w:rsid w:val="009B72CC"/>
    <w:rsid w:val="009C7B39"/>
    <w:rsid w:val="009E07F4"/>
    <w:rsid w:val="009F392E"/>
    <w:rsid w:val="009F7D20"/>
    <w:rsid w:val="00A228AF"/>
    <w:rsid w:val="00A44328"/>
    <w:rsid w:val="00A509D7"/>
    <w:rsid w:val="00A6177B"/>
    <w:rsid w:val="00A66136"/>
    <w:rsid w:val="00A943B5"/>
    <w:rsid w:val="00AA4CBB"/>
    <w:rsid w:val="00AA65FA"/>
    <w:rsid w:val="00AA7351"/>
    <w:rsid w:val="00AA7642"/>
    <w:rsid w:val="00AC56A4"/>
    <w:rsid w:val="00AD056F"/>
    <w:rsid w:val="00AD1609"/>
    <w:rsid w:val="00AD2773"/>
    <w:rsid w:val="00AD6731"/>
    <w:rsid w:val="00AE1DDE"/>
    <w:rsid w:val="00B12C78"/>
    <w:rsid w:val="00B15B5E"/>
    <w:rsid w:val="00B15D0D"/>
    <w:rsid w:val="00B23CA3"/>
    <w:rsid w:val="00B3491A"/>
    <w:rsid w:val="00B41C71"/>
    <w:rsid w:val="00B45E9E"/>
    <w:rsid w:val="00B526F4"/>
    <w:rsid w:val="00B55F9C"/>
    <w:rsid w:val="00B75EE1"/>
    <w:rsid w:val="00B77481"/>
    <w:rsid w:val="00B8518B"/>
    <w:rsid w:val="00B8685F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0371"/>
    <w:rsid w:val="00CA33B4"/>
    <w:rsid w:val="00CA637A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DF5572"/>
    <w:rsid w:val="00E06AD1"/>
    <w:rsid w:val="00E10710"/>
    <w:rsid w:val="00E824F1"/>
    <w:rsid w:val="00E9347D"/>
    <w:rsid w:val="00EB104F"/>
    <w:rsid w:val="00ED14BD"/>
    <w:rsid w:val="00EE46CE"/>
    <w:rsid w:val="00F01440"/>
    <w:rsid w:val="00F10F02"/>
    <w:rsid w:val="00F12DEC"/>
    <w:rsid w:val="00F12F29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731D16-7564-445D-B067-E00972B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36</TotalTime>
  <Pages>3</Pages>
  <Words>712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2019-02-22T13:28:00Z</cp:lastPrinted>
  <dcterms:created xsi:type="dcterms:W3CDTF">2024-10-17T12:59:00Z</dcterms:created>
  <dcterms:modified xsi:type="dcterms:W3CDTF">2024-10-18T07:04:00Z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